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B3716D">
        <w:rPr>
          <w:rFonts w:cstheme="minorHAnsi"/>
          <w:noProof/>
        </w:rPr>
        <w:t>vendredi 5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BB163C" w:rsidRDefault="00BB163C" w:rsidP="00374A16">
      <w:pPr>
        <w:spacing w:after="120" w:line="240" w:lineRule="auto"/>
        <w:ind w:left="4536"/>
        <w:rPr>
          <w:rFonts w:cs="Arial"/>
        </w:rPr>
      </w:pPr>
    </w:p>
    <w:p w:rsidR="00BB163C" w:rsidRDefault="00BB163C" w:rsidP="00374A16">
      <w:pPr>
        <w:spacing w:after="120" w:line="240" w:lineRule="auto"/>
        <w:ind w:left="4536"/>
        <w:rPr>
          <w:rFonts w:cs="Arial"/>
        </w:rPr>
      </w:pPr>
    </w:p>
    <w:sectPr w:rsidR="00BB163C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BB163C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BB163C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-1232535</wp:posOffset>
              </wp:positionV>
              <wp:extent cx="3002280" cy="1213485"/>
              <wp:effectExtent l="0" t="0" r="762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228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9155C5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</w:t>
                          </w:r>
                          <w:r w:rsidR="00115769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 xml:space="preserve">ulti-accueil </w:t>
                          </w:r>
                          <w:r w:rsidR="00174A68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Le Puits d’Emerveille</w:t>
                          </w:r>
                        </w:p>
                        <w:p w:rsidR="00256C33" w:rsidRDefault="00174A68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33 rue de la Foucaudière</w:t>
                          </w:r>
                        </w:p>
                        <w:p w:rsidR="00256C33" w:rsidRDefault="00FD01D4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</w:t>
                          </w:r>
                          <w:r w:rsidR="00115769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800 TRELAZE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174A68" w:rsidRPr="000F3838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ma-puitsdemerveille-</w:t>
                            </w:r>
                            <w:r w:rsidR="00174A68" w:rsidRPr="000F3838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pdl@vyv3.fr</w:t>
                            </w:r>
                          </w:hyperlink>
                        </w:p>
                        <w:p w:rsidR="00256C33" w:rsidRDefault="00174A68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41 69 07 65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844 879</w:t>
                          </w:r>
                          <w:r w:rsidR="00AF4A5E">
                            <w:rPr>
                              <w:color w:val="878786"/>
                              <w:sz w:val="12"/>
                              <w:szCs w:val="12"/>
                            </w:rPr>
                            <w:t> 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015</w:t>
                          </w:r>
                          <w:r w:rsidR="00B3716D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 02805</w:t>
                          </w:r>
                        </w:p>
                        <w:p w:rsidR="00256C33" w:rsidRPr="00BD52B4" w:rsidRDefault="003C7490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Le multi-accueil Le Puits d’Emerveille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97.05pt;width:236.4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" stroked="f">
              <v:textbox>
                <w:txbxContent>
                  <w:p w:rsidR="00256C33" w:rsidRPr="00642DA0" w:rsidRDefault="009155C5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</w:t>
                    </w:r>
                    <w:r w:rsidR="00115769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 xml:space="preserve">ulti-accueil </w:t>
                    </w:r>
                    <w:r w:rsidR="00174A68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Le Puits d’Emerveille</w:t>
                    </w:r>
                  </w:p>
                  <w:p w:rsidR="00256C33" w:rsidRDefault="00174A68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33 rue de la Foucaudière</w:t>
                    </w:r>
                  </w:p>
                  <w:p w:rsidR="00256C33" w:rsidRDefault="00FD01D4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</w:t>
                    </w:r>
                    <w:r w:rsidR="00115769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800 TRELAZE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174A68" w:rsidRPr="000F3838">
                        <w:rPr>
                          <w:rStyle w:val="Lienhypertexte"/>
                          <w:sz w:val="16"/>
                          <w:szCs w:val="16"/>
                        </w:rPr>
                        <w:t>ma-puitsdemerveille-</w:t>
                      </w:r>
                      <w:r w:rsidR="00174A68" w:rsidRPr="000F3838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pdl@vyv3.fr</w:t>
                      </w:r>
                    </w:hyperlink>
                  </w:p>
                  <w:p w:rsidR="00256C33" w:rsidRDefault="00174A68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41 69 07 65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844 879</w:t>
                    </w:r>
                    <w:r w:rsidR="00AF4A5E">
                      <w:rPr>
                        <w:color w:val="878786"/>
                        <w:sz w:val="12"/>
                        <w:szCs w:val="12"/>
                      </w:rPr>
                      <w:t> 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015</w:t>
                    </w:r>
                    <w:r w:rsidR="00B3716D">
                      <w:rPr>
                        <w:color w:val="878786"/>
                        <w:sz w:val="12"/>
                        <w:szCs w:val="12"/>
                      </w:rPr>
                      <w:t xml:space="preserve"> 02805</w:t>
                    </w:r>
                  </w:p>
                  <w:p w:rsidR="00256C33" w:rsidRPr="00BD52B4" w:rsidRDefault="003C7490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Le multi-accueil Le Puits d’Emerveille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AF4A5E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AF4A5E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1201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15769"/>
    <w:rsid w:val="0014088C"/>
    <w:rsid w:val="00142515"/>
    <w:rsid w:val="00153624"/>
    <w:rsid w:val="00156049"/>
    <w:rsid w:val="00174A68"/>
    <w:rsid w:val="001A3649"/>
    <w:rsid w:val="001E552F"/>
    <w:rsid w:val="00200695"/>
    <w:rsid w:val="00202F77"/>
    <w:rsid w:val="00211371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C7490"/>
    <w:rsid w:val="003F585D"/>
    <w:rsid w:val="00400759"/>
    <w:rsid w:val="0041432D"/>
    <w:rsid w:val="0043337D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388E"/>
    <w:rsid w:val="00817885"/>
    <w:rsid w:val="00825D8D"/>
    <w:rsid w:val="0084285C"/>
    <w:rsid w:val="00864099"/>
    <w:rsid w:val="00890BA9"/>
    <w:rsid w:val="00897D41"/>
    <w:rsid w:val="008D46A9"/>
    <w:rsid w:val="009155C5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49B5"/>
    <w:rsid w:val="00AE6890"/>
    <w:rsid w:val="00AF2789"/>
    <w:rsid w:val="00AF4A5E"/>
    <w:rsid w:val="00B026D9"/>
    <w:rsid w:val="00B25FE6"/>
    <w:rsid w:val="00B2788E"/>
    <w:rsid w:val="00B3716D"/>
    <w:rsid w:val="00B41289"/>
    <w:rsid w:val="00B606B9"/>
    <w:rsid w:val="00B72C75"/>
    <w:rsid w:val="00B81977"/>
    <w:rsid w:val="00B90D84"/>
    <w:rsid w:val="00BB163C"/>
    <w:rsid w:val="00BB1895"/>
    <w:rsid w:val="00BC409A"/>
    <w:rsid w:val="00BD35E1"/>
    <w:rsid w:val="00C35D12"/>
    <w:rsid w:val="00C4344A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21CCCBE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-puitsdemerveille-pdl@vyv3.fr" TargetMode="External"/><Relationship Id="rId1" Type="http://schemas.openxmlformats.org/officeDocument/2006/relationships/hyperlink" Target="mailto:ma-puitsdemerveille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82FF9-7F62-4B37-B0E4-C032F3E89FF6}">
  <ds:schemaRefs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b7fc1b99-8ebe-4374-9cc1-f5204f903109"/>
    <ds:schemaRef ds:uri="14d88cad-2694-4fc8-ba0f-2537f7b00320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6877EE-ED51-4D4D-A02D-50D069574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2</TotalTime>
  <Pages>2</Pages>
  <Words>112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7</cp:revision>
  <cp:lastPrinted>2023-11-24T09:09:00Z</cp:lastPrinted>
  <dcterms:created xsi:type="dcterms:W3CDTF">2023-12-15T15:01:00Z</dcterms:created>
  <dcterms:modified xsi:type="dcterms:W3CDTF">2024-01-05T08:52:00Z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